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D4B" w:rsidRPr="00617D4B" w:rsidRDefault="00617D4B">
      <w:pPr>
        <w:rPr>
          <w:rFonts w:ascii="Algerian" w:hAnsi="Algerian"/>
          <w:b/>
          <w:i/>
          <w:u w:val="single"/>
        </w:rPr>
      </w:pPr>
      <w:r>
        <w:rPr>
          <w:rFonts w:ascii="Algerian" w:hAnsi="Algerian"/>
          <w:b/>
          <w:i/>
          <w:u w:val="single"/>
        </w:rPr>
        <w:t>CHAPTER 1</w:t>
      </w:r>
    </w:p>
    <w:p w:rsidR="00A338A7" w:rsidRPr="00617D4B" w:rsidRDefault="00617D4B">
      <w:pPr>
        <w:rPr>
          <w:rFonts w:ascii="Algerian" w:hAnsi="Algerian"/>
          <w:b/>
          <w:i/>
          <w:sz w:val="32"/>
          <w:szCs w:val="32"/>
          <w:u w:val="single"/>
        </w:rPr>
      </w:pPr>
      <w:r w:rsidRPr="00617D4B">
        <w:rPr>
          <w:rFonts w:ascii="Algerian" w:hAnsi="Algerian"/>
          <w:b/>
          <w:i/>
          <w:sz w:val="32"/>
          <w:szCs w:val="32"/>
          <w:u w:val="single"/>
        </w:rPr>
        <w:t>INTRODUCTION</w:t>
      </w:r>
    </w:p>
    <w:p w:rsidR="00A338A7" w:rsidRDefault="00A338A7">
      <w:r>
        <w:t xml:space="preserve">Hello I’m Star (I’m a boy) and I live in a place called Meadowbank in Auckland, I’m 11 years old and was born in 3031. The meadow in Meadowbank actually makes sense because our houses are basically run down sheds and our backyards are never-ending meadows with orchards for crops. </w:t>
      </w:r>
    </w:p>
    <w:p w:rsidR="00A338A7" w:rsidRDefault="00A338A7">
      <w:r>
        <w:t>Apparently I live in an old school which put all its money into renovating and lost everything so my great great... um… anyway you get the picture right? Well, here’s what’s happening:</w:t>
      </w:r>
    </w:p>
    <w:p w:rsidR="00A338A7" w:rsidRDefault="00A338A7">
      <w:r>
        <w:t xml:space="preserve">When I was little my parents were taken (which is a tradition), leaving us to care for ourselves. I have one little sister, Lucky, and one big brother, Res. Lucky Star Res! Lucky stars? But we… I mean the whole neighbourhood look up to one person and one person only. Tumoana Poata. Who’s the answer to all of our questions? Tumoana. Although he died years and years ago, </w:t>
      </w:r>
      <w:r w:rsidR="00617D4B">
        <w:t>he’s still our leader.</w:t>
      </w:r>
    </w:p>
    <w:p w:rsidR="00617D4B" w:rsidRDefault="00617D4B">
      <w:r>
        <w:t>I really don’t mind it though, that we’re parentless. All I care about is how I’m going to care for myself and the remainder of my family but there’s just one Obstacle…:</w:t>
      </w:r>
    </w:p>
    <w:p w:rsidR="00617D4B" w:rsidRDefault="00617D4B"/>
    <w:p w:rsidR="00617D4B" w:rsidRPr="00617D4B" w:rsidRDefault="00617D4B">
      <w:pPr>
        <w:rPr>
          <w:rFonts w:ascii="Algerian" w:hAnsi="Algerian"/>
          <w:b/>
          <w:i/>
          <w:u w:val="single"/>
        </w:rPr>
      </w:pPr>
      <w:r>
        <w:rPr>
          <w:rFonts w:ascii="Algerian" w:hAnsi="Algerian"/>
          <w:b/>
          <w:i/>
          <w:u w:val="single"/>
        </w:rPr>
        <w:t>CHAPTER 2</w:t>
      </w:r>
    </w:p>
    <w:p w:rsidR="00617D4B" w:rsidRPr="00617D4B" w:rsidRDefault="00617D4B">
      <w:pPr>
        <w:rPr>
          <w:rFonts w:ascii="Algerian" w:hAnsi="Algerian"/>
          <w:b/>
          <w:i/>
          <w:sz w:val="32"/>
          <w:szCs w:val="32"/>
          <w:u w:val="single"/>
        </w:rPr>
      </w:pPr>
      <w:r w:rsidRPr="00617D4B">
        <w:rPr>
          <w:rFonts w:ascii="Algerian" w:hAnsi="Algerian"/>
          <w:b/>
          <w:i/>
          <w:sz w:val="32"/>
          <w:szCs w:val="32"/>
          <w:u w:val="single"/>
        </w:rPr>
        <w:t>Workings Month</w:t>
      </w:r>
    </w:p>
    <w:p w:rsidR="00617D4B" w:rsidRDefault="00617D4B">
      <w:r>
        <w:t>We all have to give up all of our time &amp; work for a whole month every day, all day. It all started in the turnover of 2999 to 3000, everyone went crazy with the fireworks and they went everywhere making it into a ruin and now it’s just … this! In 3000 as a punishment they took away any parent over 40 and have been doing it ever since and they’ve been doing it in working’s month.</w:t>
      </w:r>
    </w:p>
    <w:p w:rsidR="00617D4B" w:rsidRDefault="00617D4B">
      <w:r>
        <w:t>…</w:t>
      </w:r>
    </w:p>
    <w:p w:rsidR="00617D4B" w:rsidRPr="00617D4B" w:rsidRDefault="00617D4B">
      <w:r>
        <w:t>I ran Home and lay down in the river running down next to my shed and I watched the polluted clouds drift southwards. I look at our garden that my probably dead uncle built for us an then I rested my head on an Algis Rock which seems as sof</w:t>
      </w:r>
      <w:r w:rsidR="00C238A1">
        <w:t>t a s a fresh haystack. I awaken to Lucky’s Scream so I rise to my feet and realise I’m soaking wet and shivering. I walk sluggishly the door and collapse into Res’s arms as he opens the heavy door. He gives me some kind of capsule which I swallow and it works immediately. I got to see Lucky and it seems she’s been screaming ever since she got home</w:t>
      </w:r>
      <w:bookmarkStart w:id="0" w:name="_GoBack"/>
      <w:bookmarkEnd w:id="0"/>
    </w:p>
    <w:sectPr w:rsidR="00617D4B" w:rsidRPr="00617D4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38A7"/>
    <w:rsid w:val="00506FD2"/>
    <w:rsid w:val="00617D4B"/>
    <w:rsid w:val="00A338A7"/>
    <w:rsid w:val="00C238A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A2091A2A</Template>
  <TotalTime>24</TotalTime>
  <Pages>1</Pages>
  <Words>306</Words>
  <Characters>1750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u_wkstn0001</dc:creator>
  <cp:keywords/>
  <dc:description/>
  <cp:lastModifiedBy>u_wkstn0001</cp:lastModifiedBy>
  <cp:revision>1</cp:revision>
  <dcterms:created xsi:type="dcterms:W3CDTF">2012-07-16T02:18:00Z</dcterms:created>
  <dcterms:modified xsi:type="dcterms:W3CDTF">2012-07-16T02:42:00Z</dcterms:modified>
</cp:coreProperties>
</file>